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393691-AD68-4422-A695-DA5BB2A5964E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